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FFB6C" w14:textId="4D8FD03D" w:rsidR="002E5E4B" w:rsidRDefault="002E5E4B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31D6C701" w14:textId="77777777" w:rsidR="00260C02" w:rsidRDefault="00260C02" w:rsidP="00260C0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7152" behindDoc="0" locked="0" layoutInCell="1" allowOverlap="1" wp14:anchorId="270BBEA9" wp14:editId="089E180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6128" behindDoc="0" locked="0" layoutInCell="1" allowOverlap="1" wp14:anchorId="340CE56A" wp14:editId="6DC9ECA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proofErr w:type="gramStart"/>
      <w:r>
        <w:rPr>
          <w:rFonts w:ascii="Segoe Print" w:hAnsi="Segoe Print"/>
          <w:b/>
          <w:sz w:val="24"/>
        </w:rPr>
        <w:t>Non Calculator</w:t>
      </w:r>
      <w:proofErr w:type="gramEnd"/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79D4A28" w14:textId="77777777" w:rsidR="00260C02" w:rsidRDefault="00260C02" w:rsidP="00260C02">
      <w:pPr>
        <w:spacing w:after="1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260C02" w:rsidRPr="000A63AF" w14:paraId="1EB6AF2A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8329D60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18CC323C" w14:textId="77777777" w:rsidR="00260C02" w:rsidRDefault="00260C0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Work out the value of:</w:t>
            </w:r>
          </w:p>
          <w:p w14:paraId="6CAFF0C6" w14:textId="77777777" w:rsidR="00260C02" w:rsidRDefault="00260C0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3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 </w:t>
            </w:r>
          </w:p>
          <w:p w14:paraId="34B4D8FC" w14:textId="77777777" w:rsidR="00260C02" w:rsidRPr="000A15D0" w:rsidRDefault="00260C02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>5</w:t>
            </w:r>
            <w:r>
              <w:rPr>
                <w:rFonts w:ascii="Avenir Book" w:eastAsiaTheme="minorEastAsia" w:hAnsi="Avenir Book"/>
                <w:vertAlign w:val="superscript"/>
              </w:rPr>
              <w:t>4</w:t>
            </w:r>
            <w:r>
              <w:rPr>
                <w:rFonts w:ascii="Avenir Book" w:eastAsiaTheme="minorEastAsia" w:hAnsi="Avenir Book"/>
              </w:rPr>
              <w:t xml:space="preserve">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8F51B88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0E2DFE09" w14:textId="77777777" w:rsidR="00260C02" w:rsidRPr="000A63AF" w:rsidRDefault="00260C02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Round 0.02893 to 3 decimal places</w:t>
            </w:r>
          </w:p>
          <w:p w14:paraId="157759A4" w14:textId="77777777" w:rsidR="00260C02" w:rsidRPr="000A63AF" w:rsidRDefault="00260C02" w:rsidP="00EA5960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260C02" w:rsidRPr="00C240D5" w14:paraId="5F650CFF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16A95C7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100E3FC" w14:textId="77777777" w:rsidR="00260C02" w:rsidRPr="00C240D5" w:rsidRDefault="00260C0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2.5 x 3.2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2A371B95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1F29DF39" w14:textId="77777777" w:rsidR="00260C02" w:rsidRDefault="00260C02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120:</w:t>
            </w:r>
            <w:proofErr w:type="gramEnd"/>
          </w:p>
          <w:p w14:paraId="24655B1C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8176" behindDoc="0" locked="0" layoutInCell="1" allowOverlap="1" wp14:anchorId="7689622A" wp14:editId="2EE1ADD0">
                  <wp:simplePos x="0" y="0"/>
                  <wp:positionH relativeFrom="column">
                    <wp:posOffset>2712085</wp:posOffset>
                  </wp:positionH>
                  <wp:positionV relativeFrom="paragraph">
                    <wp:posOffset>2067801</wp:posOffset>
                  </wp:positionV>
                  <wp:extent cx="572188" cy="401760"/>
                  <wp:effectExtent l="0" t="0" r="0" b="508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0C02" w:rsidRPr="00C240D5" w14:paraId="2A234B47" w14:textId="77777777" w:rsidTr="00260C02">
        <w:trPr>
          <w:trHeight w:val="2536"/>
        </w:trPr>
        <w:tc>
          <w:tcPr>
            <w:tcW w:w="421" w:type="dxa"/>
            <w:tcBorders>
              <w:right w:val="nil"/>
            </w:tcBorders>
          </w:tcPr>
          <w:p w14:paraId="42B08BF2" w14:textId="77777777" w:rsidR="00260C02" w:rsidRPr="00C240D5" w:rsidRDefault="00260C02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09F59FAE" w14:textId="77777777" w:rsidR="00260C02" w:rsidRPr="00C240D5" w:rsidRDefault="00260C02" w:rsidP="00EA5960">
            <w:pPr>
              <w:spacing w:before="120" w:after="0"/>
              <w:rPr>
                <w:rFonts w:ascii="Avenir Book" w:hAnsi="Avenir Book"/>
              </w:rPr>
            </w:pPr>
            <w:r w:rsidRPr="00076D3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699200" behindDoc="0" locked="0" layoutInCell="1" allowOverlap="1" wp14:anchorId="6B3B7475" wp14:editId="62EF9AC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1122744" cy="910518"/>
                  <wp:effectExtent l="0" t="0" r="0" b="4445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44" cy="91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Find the length of the diagonal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2EFB84BE" w14:textId="77777777" w:rsidR="00260C02" w:rsidRPr="00C240D5" w:rsidRDefault="00260C02" w:rsidP="00EA596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02203F26" w14:textId="77777777" w:rsidR="00260C02" w:rsidRPr="00C240D5" w:rsidRDefault="00260C02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09D60E0" w14:textId="77777777" w:rsidR="00873755" w:rsidRDefault="00873755" w:rsidP="00873755">
      <w:pPr>
        <w:spacing w:after="0"/>
        <w:rPr>
          <w:rFonts w:ascii="Avenir Book" w:hAnsi="Avenir Book"/>
          <w:sz w:val="24"/>
          <w:szCs w:val="24"/>
        </w:rPr>
      </w:pPr>
    </w:p>
    <w:p w14:paraId="109A5ACD" w14:textId="77777777" w:rsidR="00873755" w:rsidRDefault="00873755" w:rsidP="0087375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2272" behindDoc="0" locked="0" layoutInCell="1" allowOverlap="1" wp14:anchorId="16F2260A" wp14:editId="62A9F97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" name="Picture 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1248" behindDoc="0" locked="0" layoutInCell="1" allowOverlap="1" wp14:anchorId="2DD42E09" wp14:editId="3FF6E70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" name="Picture 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proofErr w:type="gramStart"/>
      <w:r>
        <w:rPr>
          <w:rFonts w:ascii="Segoe Print" w:hAnsi="Segoe Print"/>
          <w:b/>
          <w:sz w:val="24"/>
        </w:rPr>
        <w:t>Non Calculator</w:t>
      </w:r>
      <w:proofErr w:type="gramEnd"/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0C9A33C2" w14:textId="77777777" w:rsidR="00873755" w:rsidRDefault="00873755" w:rsidP="00873755">
      <w:pPr>
        <w:spacing w:after="1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873755" w:rsidRPr="000A63AF" w14:paraId="4F7E8491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2C03F52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7449D5D9" w14:textId="77777777" w:rsidR="00873755" w:rsidRDefault="00873755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Work out the value of:</w:t>
            </w:r>
          </w:p>
          <w:p w14:paraId="4F9DD45A" w14:textId="77777777" w:rsidR="00873755" w:rsidRDefault="00873755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3</w:t>
            </w:r>
            <w:r>
              <w:rPr>
                <w:rFonts w:ascii="Avenir Book" w:eastAsiaTheme="minorEastAsia" w:hAnsi="Avenir Book"/>
                <w:vertAlign w:val="superscript"/>
              </w:rPr>
              <w:t>3</w:t>
            </w:r>
            <w:r>
              <w:rPr>
                <w:rFonts w:ascii="Avenir Book" w:eastAsiaTheme="minorEastAsia" w:hAnsi="Avenir Book"/>
              </w:rPr>
              <w:t xml:space="preserve"> = </w:t>
            </w:r>
          </w:p>
          <w:p w14:paraId="74E85789" w14:textId="77777777" w:rsidR="00873755" w:rsidRPr="000A15D0" w:rsidRDefault="00873755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eastAsiaTheme="minorEastAsia" w:hAnsi="Avenir Book"/>
              </w:rPr>
              <w:t>5</w:t>
            </w:r>
            <w:r>
              <w:rPr>
                <w:rFonts w:ascii="Avenir Book" w:eastAsiaTheme="minorEastAsia" w:hAnsi="Avenir Book"/>
                <w:vertAlign w:val="superscript"/>
              </w:rPr>
              <w:t>4</w:t>
            </w:r>
            <w:r>
              <w:rPr>
                <w:rFonts w:ascii="Avenir Book" w:eastAsiaTheme="minorEastAsia" w:hAnsi="Avenir Book"/>
              </w:rPr>
              <w:t xml:space="preserve"> 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073109E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29513BF7" w14:textId="77777777" w:rsidR="00873755" w:rsidRPr="000A63AF" w:rsidRDefault="00873755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Round 0.02893 to 3 decimal places</w:t>
            </w:r>
          </w:p>
          <w:p w14:paraId="2C763FE8" w14:textId="77777777" w:rsidR="00873755" w:rsidRPr="000A63AF" w:rsidRDefault="00873755" w:rsidP="00EA5960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873755" w:rsidRPr="00C240D5" w14:paraId="1EEC5B61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3B08DFC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743D82F" w14:textId="77777777" w:rsidR="00873755" w:rsidRPr="00C240D5" w:rsidRDefault="00873755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2.5 x 3.2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30C96289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38D5E4FB" w14:textId="77777777" w:rsidR="00873755" w:rsidRDefault="00873755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120:</w:t>
            </w:r>
            <w:proofErr w:type="gramEnd"/>
          </w:p>
          <w:p w14:paraId="00BE4868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3296" behindDoc="0" locked="0" layoutInCell="1" allowOverlap="1" wp14:anchorId="7E092C76" wp14:editId="40FBAAEB">
                  <wp:simplePos x="0" y="0"/>
                  <wp:positionH relativeFrom="column">
                    <wp:posOffset>2712085</wp:posOffset>
                  </wp:positionH>
                  <wp:positionV relativeFrom="paragraph">
                    <wp:posOffset>2067801</wp:posOffset>
                  </wp:positionV>
                  <wp:extent cx="572188" cy="401760"/>
                  <wp:effectExtent l="0" t="0" r="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73755" w:rsidRPr="00C240D5" w14:paraId="2950AC63" w14:textId="77777777" w:rsidTr="00EA5960">
        <w:trPr>
          <w:trHeight w:val="2536"/>
        </w:trPr>
        <w:tc>
          <w:tcPr>
            <w:tcW w:w="421" w:type="dxa"/>
            <w:tcBorders>
              <w:right w:val="nil"/>
            </w:tcBorders>
          </w:tcPr>
          <w:p w14:paraId="6C7A6869" w14:textId="77777777" w:rsidR="00873755" w:rsidRPr="00C240D5" w:rsidRDefault="00873755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2F047720" w14:textId="77777777" w:rsidR="00873755" w:rsidRPr="00C240D5" w:rsidRDefault="00873755" w:rsidP="00EA5960">
            <w:pPr>
              <w:spacing w:before="120" w:after="0"/>
              <w:rPr>
                <w:rFonts w:ascii="Avenir Book" w:hAnsi="Avenir Book"/>
              </w:rPr>
            </w:pPr>
            <w:r w:rsidRPr="00076D30">
              <w:rPr>
                <w:rFonts w:ascii="Avenir Book" w:hAnsi="Avenir Book"/>
                <w:noProof/>
              </w:rPr>
              <w:drawing>
                <wp:anchor distT="0" distB="0" distL="114300" distR="114300" simplePos="0" relativeHeight="251704320" behindDoc="0" locked="0" layoutInCell="1" allowOverlap="1" wp14:anchorId="11D8E38C" wp14:editId="489E3419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1122744" cy="910518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744" cy="91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Find the length of the diagonal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595AC2F1" w14:textId="77777777" w:rsidR="00873755" w:rsidRPr="00C240D5" w:rsidRDefault="00873755" w:rsidP="00EA596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09F579DC" w14:textId="77777777" w:rsidR="00873755" w:rsidRPr="00C240D5" w:rsidRDefault="00873755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7CBC5888" w14:textId="77777777" w:rsidR="00873755" w:rsidRDefault="00873755" w:rsidP="00260C02">
      <w:pPr>
        <w:spacing w:after="120"/>
        <w:rPr>
          <w:rFonts w:ascii="Avenir Book" w:hAnsi="Avenir Book"/>
          <w:sz w:val="24"/>
          <w:szCs w:val="24"/>
        </w:rPr>
      </w:pPr>
    </w:p>
    <w:sectPr w:rsidR="00873755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76D30"/>
    <w:rsid w:val="000A15D0"/>
    <w:rsid w:val="000A43CA"/>
    <w:rsid w:val="000A63AF"/>
    <w:rsid w:val="00164E7B"/>
    <w:rsid w:val="001826A9"/>
    <w:rsid w:val="00187F10"/>
    <w:rsid w:val="001D50D3"/>
    <w:rsid w:val="00213C21"/>
    <w:rsid w:val="00260C02"/>
    <w:rsid w:val="002739A9"/>
    <w:rsid w:val="002D5D86"/>
    <w:rsid w:val="002E29DC"/>
    <w:rsid w:val="002E5E4B"/>
    <w:rsid w:val="00333535"/>
    <w:rsid w:val="00374EB2"/>
    <w:rsid w:val="003B2A0C"/>
    <w:rsid w:val="003C159D"/>
    <w:rsid w:val="003F51D8"/>
    <w:rsid w:val="004868DC"/>
    <w:rsid w:val="00505FC9"/>
    <w:rsid w:val="00525119"/>
    <w:rsid w:val="0064471D"/>
    <w:rsid w:val="00705472"/>
    <w:rsid w:val="00730A9F"/>
    <w:rsid w:val="00752273"/>
    <w:rsid w:val="007862A9"/>
    <w:rsid w:val="007B4226"/>
    <w:rsid w:val="007C5701"/>
    <w:rsid w:val="007D3B08"/>
    <w:rsid w:val="007E2C1A"/>
    <w:rsid w:val="0083087C"/>
    <w:rsid w:val="00873755"/>
    <w:rsid w:val="008E22E3"/>
    <w:rsid w:val="0090117B"/>
    <w:rsid w:val="00944252"/>
    <w:rsid w:val="00983B9E"/>
    <w:rsid w:val="0099142F"/>
    <w:rsid w:val="00AD3C1A"/>
    <w:rsid w:val="00B92D21"/>
    <w:rsid w:val="00BE7AC9"/>
    <w:rsid w:val="00C1528C"/>
    <w:rsid w:val="00C240D5"/>
    <w:rsid w:val="00C41860"/>
    <w:rsid w:val="00D51195"/>
    <w:rsid w:val="00DB511B"/>
    <w:rsid w:val="00E05DE5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cp:lastPrinted>2019-06-10T18:49:00Z</cp:lastPrinted>
  <dcterms:created xsi:type="dcterms:W3CDTF">2019-06-10T18:42:00Z</dcterms:created>
  <dcterms:modified xsi:type="dcterms:W3CDTF">2019-06-10T18:54:00Z</dcterms:modified>
</cp:coreProperties>
</file>